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731B2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731B2B">
        <w:rPr>
          <w:rFonts w:ascii="Corbel" w:hAnsi="Corbel"/>
          <w:bCs/>
          <w:i/>
        </w:rPr>
        <w:t xml:space="preserve">Załącznik nr </w:t>
      </w:r>
      <w:r w:rsidR="006F31E2" w:rsidRPr="00731B2B">
        <w:rPr>
          <w:rFonts w:ascii="Corbel" w:hAnsi="Corbel"/>
          <w:bCs/>
          <w:i/>
        </w:rPr>
        <w:t>1.5</w:t>
      </w:r>
      <w:r w:rsidR="00D8678B" w:rsidRPr="00731B2B">
        <w:rPr>
          <w:rFonts w:ascii="Corbel" w:hAnsi="Corbel"/>
          <w:bCs/>
          <w:i/>
        </w:rPr>
        <w:t xml:space="preserve"> do Zarządzenia</w:t>
      </w:r>
      <w:r w:rsidR="002A22BF" w:rsidRPr="00731B2B">
        <w:rPr>
          <w:rFonts w:ascii="Corbel" w:hAnsi="Corbel"/>
          <w:bCs/>
          <w:i/>
        </w:rPr>
        <w:t xml:space="preserve"> Rektora UR </w:t>
      </w:r>
      <w:r w:rsidRPr="00731B2B">
        <w:rPr>
          <w:rFonts w:ascii="Corbel" w:hAnsi="Corbel"/>
          <w:bCs/>
          <w:i/>
        </w:rPr>
        <w:t xml:space="preserve"> nr </w:t>
      </w:r>
      <w:r w:rsidR="00F17567" w:rsidRPr="00731B2B">
        <w:rPr>
          <w:rFonts w:ascii="Corbel" w:hAnsi="Corbel"/>
          <w:bCs/>
          <w:i/>
        </w:rPr>
        <w:t>12/2019</w:t>
      </w: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29F4E414" w:rsidR="0085747A" w:rsidRPr="00731B2B" w:rsidRDefault="0071620A" w:rsidP="003E266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202</w:t>
      </w:r>
      <w:r w:rsidR="00CD1F65">
        <w:rPr>
          <w:rFonts w:ascii="Corbel" w:hAnsi="Corbel"/>
          <w:i/>
          <w:smallCaps/>
          <w:sz w:val="24"/>
          <w:szCs w:val="24"/>
        </w:rPr>
        <w:t>1</w:t>
      </w:r>
      <w:r w:rsidR="00DC6D0C" w:rsidRPr="00731B2B">
        <w:rPr>
          <w:rFonts w:ascii="Corbel" w:hAnsi="Corbel"/>
          <w:i/>
          <w:smallCaps/>
          <w:sz w:val="24"/>
          <w:szCs w:val="24"/>
        </w:rPr>
        <w:t>-202</w:t>
      </w:r>
      <w:r w:rsidR="00CD1F65">
        <w:rPr>
          <w:rFonts w:ascii="Corbel" w:hAnsi="Corbel"/>
          <w:i/>
          <w:smallCaps/>
          <w:sz w:val="24"/>
          <w:szCs w:val="24"/>
        </w:rPr>
        <w:t>3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676FC884" w:rsidR="00445970" w:rsidRPr="00731B2B" w:rsidRDefault="00445970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CD1F65">
        <w:rPr>
          <w:rFonts w:ascii="Corbel" w:hAnsi="Corbel"/>
          <w:sz w:val="20"/>
          <w:szCs w:val="20"/>
        </w:rPr>
        <w:t>2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CD1F6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777777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Pr="00731B2B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731B2B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1872512E" w:rsidR="00015B8F" w:rsidRPr="00731B2B" w:rsidRDefault="0072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F541DD2" w14:textId="725124C7" w:rsidR="0085747A" w:rsidRPr="00731B2B" w:rsidRDefault="0091159F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Na ocenę końcową składa się ocena z kolokwium (90%) oraz ocena aktywności na zajęciach (10%). Warunkiem zaliczenia kolokwium jest uzyskanie minimum 51% możliwych do zdobycia punktów.</w:t>
            </w: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1B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1B2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C426A92" w:rsidR="00C61DC5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92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13F3FE5E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12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1A971B63" w:rsidR="0085747A" w:rsidRPr="00731B2B" w:rsidRDefault="00CA14F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0E2CFBB3" w14:textId="77777777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D2B67D" w14:textId="7CC96730" w:rsidR="00720440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  <w:p w14:paraId="5B6BD421" w14:textId="131FBDDF" w:rsidR="00617678" w:rsidRPr="00731B2B" w:rsidRDefault="00720440" w:rsidP="003E266F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K. Fonfara, Marketing mi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dzynarodowy 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wsp</w:t>
            </w:r>
            <w:r w:rsidRPr="00731B2B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czesne trendy i</w:t>
            </w:r>
            <w:r w:rsidR="003E266F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>praktyka, PWN, Warszawa 2014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C8B165F" w14:textId="7620871E" w:rsidR="00617678" w:rsidRPr="00731B2B" w:rsidRDefault="001D2F6E" w:rsidP="19454A6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>A. Smalec Marketing międzynarodowy: wybrane zagadnienia, Wydawnictwo Naukowe Uniwersytetu Szczecińskiego, Szczecin 2012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CAAB3" w14:textId="77777777" w:rsidR="00B13225" w:rsidRDefault="00B13225" w:rsidP="00C16ABF">
      <w:pPr>
        <w:spacing w:after="0" w:line="240" w:lineRule="auto"/>
      </w:pPr>
      <w:r>
        <w:separator/>
      </w:r>
    </w:p>
  </w:endnote>
  <w:endnote w:type="continuationSeparator" w:id="0">
    <w:p w14:paraId="72C217D0" w14:textId="77777777" w:rsidR="00B13225" w:rsidRDefault="00B132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06E8E" w14:textId="77777777" w:rsidR="00B13225" w:rsidRDefault="00B13225" w:rsidP="00C16ABF">
      <w:pPr>
        <w:spacing w:after="0" w:line="240" w:lineRule="auto"/>
      </w:pPr>
      <w:r>
        <w:separator/>
      </w:r>
    </w:p>
  </w:footnote>
  <w:footnote w:type="continuationSeparator" w:id="0">
    <w:p w14:paraId="2CD80F60" w14:textId="77777777" w:rsidR="00B13225" w:rsidRDefault="00B13225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2A36B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BD421-99A1-4B06-921F-3E595C0D3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5EAEBF-608C-426C-B949-CDA68AE02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1010</Words>
  <Characters>6063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2020-11-24T06:42:00Z</dcterms:created>
  <dcterms:modified xsi:type="dcterms:W3CDTF">2021-09-06T05:47:00Z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